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7E30536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E468D">
              <w:rPr>
                <w:rFonts w:asciiTheme="minorHAnsi" w:hAnsiTheme="minorHAnsi" w:cstheme="minorHAnsi"/>
              </w:rPr>
              <w:t>Łódź</w:t>
            </w:r>
          </w:p>
          <w:p w14:paraId="3C9871A5" w14:textId="1EFBF24E" w:rsidR="00B67D39" w:rsidRPr="006B56FD" w:rsidRDefault="000E468D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</w:t>
            </w:r>
          </w:p>
          <w:p w14:paraId="3F4CA6ED" w14:textId="428B5F32" w:rsidR="00B67D39" w:rsidRPr="006B56FD" w:rsidRDefault="000E468D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36E839EB" w14:textId="15466A9A" w:rsidR="000E468D" w:rsidRDefault="00CC7E12" w:rsidP="00293C8D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0030F" w:rsidRPr="00F0030F">
        <w:rPr>
          <w:rFonts w:cstheme="minorHAnsi"/>
          <w:b/>
          <w:i/>
        </w:rPr>
        <w:t>Wykonanie dokumentacji projektowej i robót budowlanych w branży elektroenergetycznej na terenie działania PGE Dystrybucja S.A. OŁD w RE Żyrardów w podziale na 3 części.</w:t>
      </w:r>
      <w:r w:rsidR="000E468D">
        <w:rPr>
          <w:rFonts w:cstheme="minorHAnsi"/>
          <w:b/>
          <w:i/>
        </w:rPr>
        <w:t xml:space="preserve">, </w:t>
      </w:r>
      <w:r w:rsidR="000E468D">
        <w:rPr>
          <w:rFonts w:cstheme="minorHAnsi"/>
          <w:b/>
        </w:rPr>
        <w:t xml:space="preserve">nr </w:t>
      </w:r>
      <w:r w:rsidR="00293C8D" w:rsidRPr="00293C8D">
        <w:rPr>
          <w:rFonts w:cstheme="minorHAnsi"/>
          <w:b/>
        </w:rPr>
        <w:t>POST/DYS/OLD/GZ/</w:t>
      </w:r>
      <w:r w:rsidR="00F0030F" w:rsidRPr="00293C8D">
        <w:rPr>
          <w:rFonts w:cstheme="minorHAnsi"/>
          <w:b/>
        </w:rPr>
        <w:t>04</w:t>
      </w:r>
      <w:r w:rsidR="00F0030F">
        <w:rPr>
          <w:rFonts w:cstheme="minorHAnsi"/>
          <w:b/>
        </w:rPr>
        <w:t>4</w:t>
      </w:r>
      <w:r w:rsidR="00F0030F">
        <w:rPr>
          <w:rFonts w:cstheme="minorHAnsi"/>
          <w:b/>
        </w:rPr>
        <w:t>85</w:t>
      </w:r>
      <w:r w:rsidR="00293C8D" w:rsidRPr="00293C8D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</w:t>
      </w:r>
    </w:p>
    <w:p w14:paraId="63B1B52A" w14:textId="57ECEA60" w:rsidR="00CC7E12" w:rsidRPr="00CC7E12" w:rsidRDefault="00CC7E12" w:rsidP="00293C8D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prowadzonego przez </w:t>
      </w:r>
      <w:r w:rsidR="00293C8D">
        <w:rPr>
          <w:rFonts w:cstheme="minorHAnsi"/>
        </w:rPr>
        <w:t>PGE Dystrybucja S.A. Oddział Łódź</w:t>
      </w:r>
      <w:r w:rsidR="00293C8D"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E468D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1426B9E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13B13F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278B7B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86C6BE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29252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C8421D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D283C75" w14:textId="77777777" w:rsidR="00293C8D" w:rsidRPr="00293C8D" w:rsidRDefault="00293C8D" w:rsidP="00293C8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6799104" w14:textId="77777777" w:rsidR="00F0030F" w:rsidRPr="00F0030F" w:rsidRDefault="00F0030F" w:rsidP="00F0030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0030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5205B493" w14:textId="527CA894" w:rsidR="00347E8D" w:rsidRPr="006B2C28" w:rsidRDefault="00F0030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0030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POST/DYS/OLD/GZ/04485/2025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8E32FBF">
              <wp:simplePos x="0" y="0"/>
              <wp:positionH relativeFrom="page">
                <wp:align>left</wp:align>
              </wp:positionH>
              <wp:positionV relativeFrom="page">
                <wp:posOffset>191069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.05pt;width:595.3pt;height:3.6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468D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3C8D"/>
    <w:rsid w:val="002A3129"/>
    <w:rsid w:val="002A48F7"/>
    <w:rsid w:val="002B5C62"/>
    <w:rsid w:val="002C2C2F"/>
    <w:rsid w:val="002C470F"/>
    <w:rsid w:val="002D4CAD"/>
    <w:rsid w:val="002E61F8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7A19"/>
    <w:rsid w:val="004D154B"/>
    <w:rsid w:val="004D63D5"/>
    <w:rsid w:val="004E0683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173BB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349CC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45B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663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376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030F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POST/DYS/OLD/GZ/04485/2025                        </dmsv2SWPP2ObjectNumber>
    <dmsv2SWPP2SumMD5 xmlns="http://schemas.microsoft.com/sharepoint/v3">aa733120ca5f26aae05e22eadfc442a1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JEUP5JKVCYQC-91331814-15915</_dlc_DocId>
    <_dlc_DocIdUrl xmlns="a19cb1c7-c5c7-46d4-85ae-d83685407bba">
      <Url>https://swpp2.dms.gkpge.pl/sites/41/_layouts/15/DocIdRedir.aspx?ID=JEUP5JKVCYQC-91331814-15915</Url>
      <Description>JEUP5JKVCYQC-91331814-15915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0AB31-4EF6-415E-BF82-5CC9E92E7E72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9B06C18-9FBE-43A7-BAD7-9E5EB411991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3</Pages>
  <Words>806</Words>
  <Characters>4836</Characters>
  <Application>Microsoft Office Word</Application>
  <DocSecurity>0</DocSecurity>
  <Lines>40</Lines>
  <Paragraphs>11</Paragraphs>
  <ScaleCrop>false</ScaleCrop>
  <Company>PGE Systemy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7</cp:revision>
  <cp:lastPrinted>2024-07-15T11:21:00Z</cp:lastPrinted>
  <dcterms:created xsi:type="dcterms:W3CDTF">2025-11-24T10:32:00Z</dcterms:created>
  <dcterms:modified xsi:type="dcterms:W3CDTF">2025-12-11T09:00:00Z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87ab13f7-d1d2-4d7f-8de3-2bc9637de8f1</vt:lpwstr>
  </property>
</Properties>
</file>